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4CD" w:rsidRDefault="00B574CD">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9:00-9:30    Week of: Feb. 27-March2, 2012</w:t>
      </w:r>
    </w:p>
    <w:p w:rsidR="00B574CD" w:rsidRDefault="00B574CD">
      <w:pPr>
        <w:rPr>
          <w:rFonts w:ascii="Century Gothic" w:hAnsi="Century Gothic"/>
          <w:b/>
          <w:sz w:val="20"/>
          <w:szCs w:val="20"/>
        </w:rPr>
      </w:pPr>
      <w:r>
        <w:rPr>
          <w:rFonts w:ascii="Century Gothic" w:hAnsi="Century Gothic"/>
          <w:b/>
          <w:sz w:val="20"/>
          <w:szCs w:val="20"/>
        </w:rPr>
        <w:t>Adverbs That Compare Unit: 24 Spelling</w:t>
      </w:r>
    </w:p>
    <w:p w:rsidR="00B574CD" w:rsidRDefault="00B574CD">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24 Spelling Words; define adverbs that compare &amp; spell them correctly</w:t>
      </w:r>
    </w:p>
    <w:p w:rsidR="00B574CD" w:rsidRPr="008412C6" w:rsidRDefault="00B574CD">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2)Spelling Unit 24 Pretest 3)Go over Spelling words &amp; patterns orally, &amp; SW highlight any misspelled words from the pretest 4)Read together blue box page 188 5)Guided Practice pg 188 part A by telling hand &amp; releasing answers 6)SW who missed any spelling words will write words correctly 5x’s each; students who made 100 will have quiet free time</w:t>
      </w:r>
    </w:p>
    <w:p w:rsidR="00B574CD" w:rsidRDefault="00B574CD">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24 Spelling, Loose leaf paper, Grammar/Writing Book, Highlighters</w:t>
      </w:r>
      <w:r>
        <w:rPr>
          <w:rFonts w:ascii="Century Gothic" w:hAnsi="Century Gothic"/>
          <w:b/>
          <w:sz w:val="20"/>
          <w:szCs w:val="20"/>
        </w:rPr>
        <w:t xml:space="preserve"> </w:t>
      </w:r>
    </w:p>
    <w:p w:rsidR="00B574CD" w:rsidRDefault="00B574CD">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24 spelling words; use adverbs  that compare correctly in writing</w:t>
      </w:r>
    </w:p>
    <w:p w:rsidR="00B574CD" w:rsidRPr="00E84BA9" w:rsidRDefault="00B574CD">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adverbs that compare pg 188 4)Guided Practice pg 189 orally 5)Independent Practice pg 191 on loose leaf paper</w:t>
      </w:r>
    </w:p>
    <w:p w:rsidR="00B574CD" w:rsidRDefault="00B574CD">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24 Spelling, Grammar &amp; Writing Books</w:t>
      </w:r>
    </w:p>
    <w:p w:rsidR="00B574CD" w:rsidRDefault="00B574CD">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B574CD" w:rsidRDefault="00B574CD">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adverbs that compare pg 191 by saying answers orally 4)Adverbs That Compare Test 5) Spelling Game if time </w:t>
      </w:r>
    </w:p>
    <w:p w:rsidR="00B574CD" w:rsidRDefault="00B574CD">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Adverbs That Compare Test</w:t>
      </w:r>
    </w:p>
    <w:p w:rsidR="00B574CD" w:rsidRDefault="00B574CD">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24 correctly for a Spelling Test</w:t>
      </w:r>
    </w:p>
    <w:p w:rsidR="00B574CD" w:rsidRDefault="00B574CD">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B574CD" w:rsidRDefault="00B574CD">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B574CD" w:rsidRDefault="00B574CD">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B574CD" w:rsidRPr="008F4A5D" w:rsidRDefault="00B574CD">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 </w:t>
      </w: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B574CD" w:rsidRPr="00420374" w:rsidRDefault="00B574CD">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B574CD"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21476"/>
    <w:rsid w:val="00083D77"/>
    <w:rsid w:val="000E793D"/>
    <w:rsid w:val="001C7016"/>
    <w:rsid w:val="00215E6B"/>
    <w:rsid w:val="00232575"/>
    <w:rsid w:val="00234DF5"/>
    <w:rsid w:val="002634F0"/>
    <w:rsid w:val="002679C9"/>
    <w:rsid w:val="002949D7"/>
    <w:rsid w:val="00334F94"/>
    <w:rsid w:val="0034406E"/>
    <w:rsid w:val="0038755B"/>
    <w:rsid w:val="003C4F4C"/>
    <w:rsid w:val="003E218B"/>
    <w:rsid w:val="00420374"/>
    <w:rsid w:val="00446FFC"/>
    <w:rsid w:val="004755EE"/>
    <w:rsid w:val="004A7CDA"/>
    <w:rsid w:val="0056332F"/>
    <w:rsid w:val="00575E2D"/>
    <w:rsid w:val="00585634"/>
    <w:rsid w:val="005A51A7"/>
    <w:rsid w:val="005B2E81"/>
    <w:rsid w:val="00635667"/>
    <w:rsid w:val="006754AC"/>
    <w:rsid w:val="007850B4"/>
    <w:rsid w:val="007B60C0"/>
    <w:rsid w:val="008412C6"/>
    <w:rsid w:val="0088208D"/>
    <w:rsid w:val="008C7B36"/>
    <w:rsid w:val="008E7DE6"/>
    <w:rsid w:val="008F4A5D"/>
    <w:rsid w:val="0097139E"/>
    <w:rsid w:val="00971963"/>
    <w:rsid w:val="009E6B00"/>
    <w:rsid w:val="00A03E2A"/>
    <w:rsid w:val="00AC53D3"/>
    <w:rsid w:val="00AE5B0F"/>
    <w:rsid w:val="00AF623A"/>
    <w:rsid w:val="00B00282"/>
    <w:rsid w:val="00B22DDA"/>
    <w:rsid w:val="00B574CD"/>
    <w:rsid w:val="00B82EFA"/>
    <w:rsid w:val="00BD2FC9"/>
    <w:rsid w:val="00BD7829"/>
    <w:rsid w:val="00BE6D98"/>
    <w:rsid w:val="00C00640"/>
    <w:rsid w:val="00C8625F"/>
    <w:rsid w:val="00D22011"/>
    <w:rsid w:val="00D34D64"/>
    <w:rsid w:val="00D7206C"/>
    <w:rsid w:val="00D95A24"/>
    <w:rsid w:val="00E17434"/>
    <w:rsid w:val="00E84BA9"/>
    <w:rsid w:val="00E95CE9"/>
    <w:rsid w:val="00E969D2"/>
    <w:rsid w:val="00EB4821"/>
    <w:rsid w:val="00EC00E2"/>
    <w:rsid w:val="00ED224C"/>
    <w:rsid w:val="00F63E76"/>
    <w:rsid w:val="00FE13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352</Words>
  <Characters>2013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2011-09-19T02:18:00Z</cp:lastPrinted>
  <dcterms:created xsi:type="dcterms:W3CDTF">2011-09-19T16:15:00Z</dcterms:created>
  <dcterms:modified xsi:type="dcterms:W3CDTF">2011-09-19T16:15:00Z</dcterms:modified>
</cp:coreProperties>
</file>